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775A" w:rsidRPr="004841C7" w:rsidRDefault="00F5775A" w:rsidP="004841C7">
      <w:pPr>
        <w:pStyle w:val="BodyText"/>
        <w:ind w:right="-370"/>
        <w:jc w:val="right"/>
        <w:rPr>
          <w:rFonts w:ascii="Calibri" w:hAnsi="Calibri" w:cs="Calibri"/>
          <w:b/>
        </w:rPr>
      </w:pPr>
      <w:r w:rsidRPr="004841C7">
        <w:rPr>
          <w:rFonts w:ascii="Calibri" w:hAnsi="Calibri" w:cs="Calibri"/>
          <w:b/>
        </w:rPr>
        <w:t>Anexa</w:t>
      </w:r>
      <w:r w:rsidR="004841C7" w:rsidRPr="004841C7">
        <w:rPr>
          <w:rFonts w:ascii="Calibri" w:hAnsi="Calibri" w:cs="Calibri"/>
          <w:b/>
        </w:rPr>
        <w:t xml:space="preserve"> </w:t>
      </w:r>
      <w:r w:rsidR="009B17E4">
        <w:rPr>
          <w:rFonts w:ascii="Calibri" w:hAnsi="Calibri" w:cs="Calibri"/>
          <w:b/>
        </w:rPr>
        <w:t>6</w:t>
      </w:r>
    </w:p>
    <w:p w:rsidR="00F5775A" w:rsidRPr="00110ECD" w:rsidRDefault="00F5775A" w:rsidP="00FE4BED">
      <w:pPr>
        <w:rPr>
          <w:rFonts w:ascii="Calibri" w:hAnsi="Calibri" w:cs="Calibri"/>
          <w:b/>
        </w:rPr>
      </w:pPr>
    </w:p>
    <w:p w:rsidR="00F5775A" w:rsidRPr="00110ECD" w:rsidRDefault="00F5775A" w:rsidP="00110ECD">
      <w:pPr>
        <w:pStyle w:val="BodyText"/>
        <w:tabs>
          <w:tab w:val="left" w:pos="7655"/>
        </w:tabs>
        <w:ind w:left="2657" w:right="1898" w:hanging="1239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>GRILA</w:t>
      </w:r>
      <w:r w:rsidRPr="00110ECD">
        <w:rPr>
          <w:rFonts w:ascii="Calibri" w:hAnsi="Calibri" w:cs="Calibri"/>
          <w:spacing w:val="56"/>
        </w:rPr>
        <w:t xml:space="preserve"> </w:t>
      </w:r>
      <w:r w:rsidRPr="00110ECD">
        <w:rPr>
          <w:rFonts w:ascii="Calibri" w:hAnsi="Calibri" w:cs="Calibri"/>
        </w:rPr>
        <w:t>DE</w:t>
      </w:r>
      <w:r w:rsidRPr="00110ECD">
        <w:rPr>
          <w:rFonts w:ascii="Calibri" w:hAnsi="Calibri" w:cs="Calibri"/>
          <w:spacing w:val="-3"/>
        </w:rPr>
        <w:t xml:space="preserve"> </w:t>
      </w:r>
      <w:r w:rsidRPr="00110ECD">
        <w:rPr>
          <w:rFonts w:ascii="Calibri" w:hAnsi="Calibri" w:cs="Calibri"/>
        </w:rPr>
        <w:t>ANALIZĂ</w:t>
      </w:r>
      <w:r w:rsidRPr="00110ECD">
        <w:rPr>
          <w:rFonts w:ascii="Calibri" w:hAnsi="Calibri" w:cs="Calibri"/>
          <w:spacing w:val="57"/>
        </w:rPr>
        <w:t xml:space="preserve"> </w:t>
      </w:r>
      <w:r w:rsidRPr="00110ECD">
        <w:rPr>
          <w:rFonts w:ascii="Calibri" w:hAnsi="Calibri" w:cs="Calibri"/>
        </w:rPr>
        <w:t>A</w:t>
      </w:r>
      <w:r w:rsidRPr="00110ECD">
        <w:rPr>
          <w:rFonts w:ascii="Calibri" w:hAnsi="Calibri" w:cs="Calibri"/>
          <w:spacing w:val="-2"/>
        </w:rPr>
        <w:t xml:space="preserve"> </w:t>
      </w:r>
      <w:r w:rsidRPr="00110ECD">
        <w:rPr>
          <w:rFonts w:ascii="Calibri" w:hAnsi="Calibri" w:cs="Calibri"/>
        </w:rPr>
        <w:t>CONFORMITĂȚII</w:t>
      </w:r>
      <w:r w:rsidRPr="00110ECD">
        <w:rPr>
          <w:rFonts w:ascii="Calibri" w:hAnsi="Calibri" w:cs="Calibri"/>
          <w:spacing w:val="58"/>
        </w:rPr>
        <w:t xml:space="preserve"> </w:t>
      </w:r>
      <w:r w:rsidRPr="00110ECD">
        <w:rPr>
          <w:rFonts w:ascii="Calibri" w:hAnsi="Calibri" w:cs="Calibri"/>
        </w:rPr>
        <w:t>ȘI</w:t>
      </w:r>
      <w:r w:rsidRPr="00110ECD">
        <w:rPr>
          <w:rFonts w:ascii="Calibri" w:hAnsi="Calibri" w:cs="Calibri"/>
          <w:spacing w:val="-3"/>
        </w:rPr>
        <w:t xml:space="preserve"> </w:t>
      </w:r>
      <w:r w:rsidRPr="00110ECD">
        <w:rPr>
          <w:rFonts w:ascii="Calibri" w:hAnsi="Calibri" w:cs="Calibri"/>
        </w:rPr>
        <w:t>CALITĂȚII</w:t>
      </w:r>
    </w:p>
    <w:p w:rsidR="00F5775A" w:rsidRPr="00110ECD" w:rsidRDefault="00F5775A" w:rsidP="00110ECD">
      <w:pPr>
        <w:pStyle w:val="BodyText"/>
        <w:ind w:left="2657" w:right="3297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>STUDIULUI</w:t>
      </w:r>
      <w:r w:rsidRPr="00110ECD">
        <w:rPr>
          <w:rFonts w:ascii="Calibri" w:hAnsi="Calibri" w:cs="Calibri"/>
          <w:spacing w:val="-5"/>
        </w:rPr>
        <w:t xml:space="preserve"> </w:t>
      </w:r>
      <w:r w:rsidRPr="00110ECD">
        <w:rPr>
          <w:rFonts w:ascii="Calibri" w:hAnsi="Calibri" w:cs="Calibri"/>
        </w:rPr>
        <w:t>DE</w:t>
      </w:r>
      <w:r w:rsidRPr="00110ECD">
        <w:rPr>
          <w:rFonts w:ascii="Calibri" w:hAnsi="Calibri" w:cs="Calibri"/>
          <w:spacing w:val="-4"/>
        </w:rPr>
        <w:t xml:space="preserve"> </w:t>
      </w:r>
      <w:r w:rsidRPr="00110ECD">
        <w:rPr>
          <w:rFonts w:ascii="Calibri" w:hAnsi="Calibri" w:cs="Calibri"/>
        </w:rPr>
        <w:t>FEZABILITATE</w:t>
      </w:r>
    </w:p>
    <w:p w:rsidR="00F5775A" w:rsidRPr="00110ECD" w:rsidRDefault="00F5775A" w:rsidP="00110ECD">
      <w:pPr>
        <w:pStyle w:val="BodyText"/>
        <w:ind w:left="3483" w:right="2182" w:hanging="1498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 xml:space="preserve">pentru </w:t>
      </w:r>
      <w:r w:rsidRPr="00110ECD">
        <w:rPr>
          <w:rFonts w:ascii="Calibri" w:hAnsi="Calibri" w:cs="Calibri"/>
          <w:u w:val="single"/>
        </w:rPr>
        <w:t>obiective noi</w:t>
      </w:r>
      <w:r w:rsidRPr="00110ECD">
        <w:rPr>
          <w:rFonts w:ascii="Calibri" w:hAnsi="Calibri" w:cs="Calibri"/>
        </w:rPr>
        <w:t xml:space="preserve"> de investiție </w:t>
      </w:r>
      <w:r w:rsidRPr="00110ECD">
        <w:rPr>
          <w:rFonts w:ascii="Calibri" w:hAnsi="Calibri" w:cs="Calibri"/>
          <w:spacing w:val="-58"/>
        </w:rPr>
        <w:t xml:space="preserve"> </w:t>
      </w:r>
      <w:r w:rsidRPr="00110ECD">
        <w:rPr>
          <w:rFonts w:ascii="Calibri" w:hAnsi="Calibri" w:cs="Calibri"/>
        </w:rPr>
        <w:t>(SF –</w:t>
      </w:r>
      <w:r w:rsidRPr="00110ECD">
        <w:rPr>
          <w:rFonts w:ascii="Calibri" w:hAnsi="Calibri" w:cs="Calibri"/>
          <w:spacing w:val="-2"/>
        </w:rPr>
        <w:t xml:space="preserve"> </w:t>
      </w:r>
      <w:r w:rsidRPr="00110ECD">
        <w:rPr>
          <w:rFonts w:ascii="Calibri" w:hAnsi="Calibri" w:cs="Calibri"/>
        </w:rPr>
        <w:t>HG 907/2016)</w:t>
      </w:r>
    </w:p>
    <w:p w:rsidR="00F5775A" w:rsidRPr="00110ECD" w:rsidRDefault="00F5775A" w:rsidP="00FE4BED">
      <w:pPr>
        <w:rPr>
          <w:rFonts w:ascii="Calibri" w:hAnsi="Calibri" w:cs="Calibri"/>
          <w:b/>
        </w:rPr>
      </w:pPr>
    </w:p>
    <w:tbl>
      <w:tblPr>
        <w:tblW w:w="10773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376"/>
        <w:gridCol w:w="7397"/>
      </w:tblGrid>
      <w:tr w:rsidR="00F5775A" w:rsidRPr="00110ECD" w:rsidTr="0013273C">
        <w:trPr>
          <w:trHeight w:val="35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Programul Regiunea Centru 2021-2027</w:t>
            </w:r>
          </w:p>
        </w:tc>
      </w:tr>
      <w:tr w:rsidR="00D63E35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E35" w:rsidRPr="00110ECD" w:rsidRDefault="00D63E35" w:rsidP="00D63E35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E35" w:rsidRPr="00110ECD" w:rsidRDefault="00D63E35" w:rsidP="00D63E3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7 O REGIUNE CU TURISM SUSTENABIL</w:t>
            </w:r>
          </w:p>
        </w:tc>
      </w:tr>
      <w:tr w:rsidR="00D63E35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E35" w:rsidRPr="00110ECD" w:rsidRDefault="00D63E35" w:rsidP="00D63E35">
            <w:pPr>
              <w:pStyle w:val="TableParagraph"/>
              <w:ind w:left="107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Acțiunea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E35" w:rsidRPr="00110ECD" w:rsidRDefault="00D63E35" w:rsidP="00D63E3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 w:rsidRPr="00F77FD3">
              <w:rPr>
                <w:rFonts w:ascii="Calibri" w:hAnsi="Calibri" w:cs="Calibri"/>
              </w:rPr>
              <w:t>7.1. Dezvoltarea durabil</w:t>
            </w:r>
            <w:r>
              <w:rPr>
                <w:rFonts w:ascii="Calibri" w:hAnsi="Calibri" w:cs="Calibri"/>
              </w:rPr>
              <w:t>ă</w:t>
            </w:r>
            <w:r w:rsidRPr="00F77FD3">
              <w:rPr>
                <w:rFonts w:ascii="Calibri" w:hAnsi="Calibri" w:cs="Calibri"/>
              </w:rPr>
              <w:t xml:space="preserve"> a comunit</w:t>
            </w:r>
            <w:r>
              <w:rPr>
                <w:rFonts w:ascii="Calibri" w:hAnsi="Calibri" w:cs="Calibri"/>
              </w:rPr>
              <w:t>ăț</w:t>
            </w:r>
            <w:r w:rsidRPr="00F77FD3">
              <w:rPr>
                <w:rFonts w:ascii="Calibri" w:hAnsi="Calibri" w:cs="Calibri"/>
              </w:rPr>
              <w:t>ilor rurale prin punerea în valoare a poten</w:t>
            </w:r>
            <w:r>
              <w:rPr>
                <w:rFonts w:ascii="Calibri" w:hAnsi="Calibri" w:cs="Calibri"/>
              </w:rPr>
              <w:t>ț</w:t>
            </w:r>
            <w:r w:rsidRPr="00F77FD3">
              <w:rPr>
                <w:rFonts w:ascii="Calibri" w:hAnsi="Calibri" w:cs="Calibri"/>
              </w:rPr>
              <w:t xml:space="preserve">ialului lor turistic natural </w:t>
            </w:r>
            <w:r>
              <w:rPr>
                <w:rFonts w:ascii="Calibri" w:hAnsi="Calibri" w:cs="Calibri"/>
              </w:rPr>
              <w:t>ș</w:t>
            </w:r>
            <w:r w:rsidRPr="00F77FD3">
              <w:rPr>
                <w:rFonts w:ascii="Calibri" w:hAnsi="Calibri" w:cs="Calibri"/>
              </w:rPr>
              <w:t>i cultural</w:t>
            </w:r>
          </w:p>
        </w:tc>
      </w:tr>
      <w:tr w:rsidR="00D63E35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E35" w:rsidRPr="00110ECD" w:rsidRDefault="00D63E35" w:rsidP="00D63E35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finanţare: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E35" w:rsidRPr="00110ECD" w:rsidRDefault="00D63E35" w:rsidP="00D63E3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 w:rsidRPr="004056BD">
              <w:rPr>
                <w:rFonts w:ascii="Calibri" w:hAnsi="Calibri" w:cs="Calibri"/>
              </w:rPr>
              <w:t>7.1.2  – Interven</w:t>
            </w:r>
            <w:r>
              <w:rPr>
                <w:rFonts w:ascii="Calibri" w:hAnsi="Calibri" w:cs="Calibri"/>
              </w:rPr>
              <w:t>ț</w:t>
            </w:r>
            <w:r w:rsidRPr="004056BD">
              <w:rPr>
                <w:rFonts w:ascii="Calibri" w:hAnsi="Calibri" w:cs="Calibri"/>
              </w:rPr>
              <w:t>ii destinate protej</w:t>
            </w:r>
            <w:r>
              <w:rPr>
                <w:rFonts w:ascii="Calibri" w:hAnsi="Calibri" w:cs="Calibri"/>
              </w:rPr>
              <w:t>ă</w:t>
            </w:r>
            <w:r w:rsidRPr="004056BD">
              <w:rPr>
                <w:rFonts w:ascii="Calibri" w:hAnsi="Calibri" w:cs="Calibri"/>
              </w:rPr>
              <w:t xml:space="preserve">rii </w:t>
            </w:r>
            <w:r>
              <w:rPr>
                <w:rFonts w:ascii="Calibri" w:hAnsi="Calibri" w:cs="Calibri"/>
              </w:rPr>
              <w:t>ș</w:t>
            </w:r>
            <w:r w:rsidRPr="004056BD">
              <w:rPr>
                <w:rFonts w:ascii="Calibri" w:hAnsi="Calibri" w:cs="Calibri"/>
              </w:rPr>
              <w:t>i valorific</w:t>
            </w:r>
            <w:r>
              <w:rPr>
                <w:rFonts w:ascii="Calibri" w:hAnsi="Calibri" w:cs="Calibri"/>
              </w:rPr>
              <w:t>ă</w:t>
            </w:r>
            <w:r w:rsidRPr="004056BD">
              <w:rPr>
                <w:rFonts w:ascii="Calibri" w:hAnsi="Calibri" w:cs="Calibri"/>
              </w:rPr>
              <w:t xml:space="preserve">rii în scop turistic a patrimoniului natural </w:t>
            </w:r>
            <w:r>
              <w:rPr>
                <w:rFonts w:ascii="Calibri" w:hAnsi="Calibri" w:cs="Calibri"/>
              </w:rPr>
              <w:t>ș</w:t>
            </w:r>
            <w:r w:rsidRPr="004056BD">
              <w:rPr>
                <w:rFonts w:ascii="Calibri" w:hAnsi="Calibri" w:cs="Calibri"/>
              </w:rPr>
              <w:t>i a resurselor balneare</w:t>
            </w:r>
          </w:p>
        </w:tc>
      </w:tr>
      <w:tr w:rsidR="00D63E35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E35" w:rsidRPr="00110ECD" w:rsidRDefault="00D63E35" w:rsidP="00D63E35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Nr.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apel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E35" w:rsidRPr="00110ECD" w:rsidRDefault="00D63E35" w:rsidP="00D63E3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63E35" w:rsidRPr="00110ECD" w:rsidTr="0013273C">
        <w:trPr>
          <w:trHeight w:val="350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E35" w:rsidRPr="00110ECD" w:rsidRDefault="00D63E35" w:rsidP="00D63E35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Cod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SMIS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E35" w:rsidRPr="00110ECD" w:rsidRDefault="00D63E35" w:rsidP="00D63E3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63E35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E35" w:rsidRPr="00110ECD" w:rsidRDefault="00D63E35" w:rsidP="00D63E35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E35" w:rsidRPr="00110ECD" w:rsidRDefault="00D63E35" w:rsidP="00D63E3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F5775A" w:rsidRPr="00110ECD" w:rsidRDefault="00F5775A" w:rsidP="00FE4BED">
      <w:pPr>
        <w:rPr>
          <w:rFonts w:ascii="Calibri" w:hAnsi="Calibri" w:cs="Calibri"/>
        </w:rPr>
      </w:pPr>
    </w:p>
    <w:p w:rsidR="00F5775A" w:rsidRPr="00110ECD" w:rsidRDefault="00F5775A" w:rsidP="00FE4BED">
      <w:pPr>
        <w:rPr>
          <w:rFonts w:ascii="Calibri" w:hAnsi="Calibri" w:cs="Calibri"/>
        </w:rPr>
      </w:pPr>
    </w:p>
    <w:tbl>
      <w:tblPr>
        <w:tblW w:w="10705" w:type="dxa"/>
        <w:tblInd w:w="-562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7435"/>
        <w:gridCol w:w="544"/>
        <w:gridCol w:w="435"/>
        <w:gridCol w:w="545"/>
        <w:gridCol w:w="1037"/>
      </w:tblGrid>
      <w:tr w:rsidR="001E7798" w:rsidRPr="00110ECD" w:rsidTr="00110ECD">
        <w:trPr>
          <w:cantSplit/>
          <w:trHeight w:val="623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36" w:right="109" w:firstLine="1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110ECD">
              <w:rPr>
                <w:rFonts w:ascii="Calibri" w:hAnsi="Calibri" w:cs="Calibri"/>
                <w:b/>
                <w:spacing w:val="-4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CRT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2527" w:right="2518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ASPECTE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VERIFICAT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11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NA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110ECD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Observații</w:t>
            </w:r>
          </w:p>
        </w:tc>
      </w:tr>
      <w:tr w:rsidR="001E7798" w:rsidRPr="00110ECD" w:rsidTr="00110ECD">
        <w:trPr>
          <w:trHeight w:val="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ind w:right="24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110ECD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CONŢINUTUL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2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8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foaia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capăt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informaţiile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precizarilor din capitolul 1,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 cadrul Anexei 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Denumirea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principal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credite/investitor?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credite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(secundar/terţiar)?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Beneficiarul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studiului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fezabilitate?</w:t>
            </w:r>
          </w:p>
          <w:p w:rsidR="00F5775A" w:rsidRPr="00110ECD" w:rsidRDefault="00F5775A" w:rsidP="00FE4BED">
            <w:pPr>
              <w:pStyle w:val="TableParagraph"/>
              <w:ind w:left="108" w:right="23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precizeaza,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asemenea,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data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  <w:u w:val="single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elaborarii/actualizarii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</w:t>
            </w:r>
            <w:r w:rsidR="00F54BC8">
              <w:rPr>
                <w:rFonts w:ascii="Calibri" w:hAnsi="Calibri" w:cs="Calibri"/>
                <w:sz w:val="24"/>
                <w:szCs w:val="24"/>
              </w:rPr>
              <w:t>ț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iei</w:t>
            </w:r>
            <w:r w:rsidR="00F54BC8">
              <w:rPr>
                <w:rFonts w:ascii="Calibri" w:hAnsi="Calibri" w:cs="Calibri"/>
                <w:sz w:val="24"/>
                <w:szCs w:val="24"/>
              </w:rPr>
              <w:t xml:space="preserve"> ș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faza de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proiectare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15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lista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semnături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însuşeşte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asumă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datele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conţine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puţin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următoarele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date: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nr/dată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contract?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left="827"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numele şi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prenumele în clar ale proiectanţilor pe specialităţi,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 persoanei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responsabile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proiect</w:t>
            </w:r>
            <w:r w:rsidR="00F54BC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- şef de proiect/director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semnăturile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acestora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ştampila?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și se respectă structura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Părții Scrise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prevederilor 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legislația 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–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 907/2016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cele din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4.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</w:p>
          <w:p w:rsidR="001D7627" w:rsidRPr="00110ECD" w:rsidRDefault="00F5775A" w:rsidP="00F54BC8">
            <w:pPr>
              <w:pStyle w:val="TableParagraph"/>
              <w:ind w:left="108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lastRenderedPageBreak/>
              <w:t>*1)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907/2016, continutul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cadru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 SF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adaptat,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functie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specificul</w:t>
            </w:r>
            <w:r w:rsidR="00F54BC8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și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complexitatea</w:t>
            </w:r>
            <w:r w:rsidRPr="00110ECD">
              <w:rPr>
                <w:rFonts w:ascii="Calibri" w:hAnsi="Calibri" w:cs="Calibri"/>
                <w:i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investitii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propus.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11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informații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situatia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existenta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necesitatea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realizarii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obiectivului/proiectului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investitii,</w:t>
            </w:r>
            <w:r w:rsidRPr="00110ECD">
              <w:rPr>
                <w:rFonts w:ascii="Calibri" w:hAnsi="Calibri" w:cs="Calibri"/>
                <w:b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precizarilor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capitolul 2,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Fezabilitate,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 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color w:val="008000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31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minim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doua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scenarii/optiuni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pentru realizarea obiectivului de investitii</w:t>
            </w:r>
            <w:r w:rsidRPr="00110ECD">
              <w:rPr>
                <w:rFonts w:ascii="Calibri" w:hAnsi="Calibri" w:cs="Calibri"/>
                <w:sz w:val="24"/>
                <w:szCs w:val="24"/>
                <w:vertAlign w:val="superscript"/>
              </w:rPr>
              <w:t>*2)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conform precizarilor 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capitolul 3,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Fezabilitate,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907/2016, avand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particularitatile</w:t>
            </w:r>
            <w:r w:rsidRPr="00110ECD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amplasamentului?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right="9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punct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constructiv,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functional-</w:t>
            </w:r>
            <w:r w:rsidRPr="00110ECD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arhitectural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 tehnologic?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costurile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estimative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right="105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studiile</w:t>
            </w:r>
            <w:r w:rsidRPr="00110ECD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110ECD">
              <w:rPr>
                <w:rFonts w:ascii="Calibri" w:hAnsi="Calibri" w:cs="Calibri"/>
                <w:spacing w:val="5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  functie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 categoria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importanta,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graficele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orientative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7D2191" w:rsidRPr="00110ECD" w:rsidRDefault="007D2191" w:rsidP="00F54BC8">
            <w:pPr>
              <w:pStyle w:val="TableParagraph"/>
              <w:ind w:left="108" w:right="9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*2)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cazul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anterior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prezentului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fost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elaborat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un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prefezabilitate,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prezenta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minimum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două scenarii/opţiuni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dintre</w:t>
            </w:r>
            <w:r w:rsidR="00F54BC8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cele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selectate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faza</w:t>
            </w:r>
            <w:r w:rsidRPr="00110ECD">
              <w:rPr>
                <w:rFonts w:ascii="Calibri" w:hAnsi="Calibri" w:cs="Calibri"/>
                <w:i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prefezabilitate.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6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Este prezentata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analiza fiecarui scenariu/optiuni tehnico-economice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propuse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precizarilor din capitolul 4,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7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scenariul/optiunea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tehnico-economica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optim(a)</w:t>
            </w:r>
            <w:r w:rsidRPr="00110ECD">
              <w:rPr>
                <w:rFonts w:ascii="Calibri" w:hAnsi="Calibri" w:cs="Calibri"/>
                <w:b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recomandat(a)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precizarilor din capitolul 5,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</w:t>
            </w:r>
            <w:bookmarkStart w:id="0" w:name="_GoBack"/>
            <w:bookmarkEnd w:id="0"/>
            <w:r w:rsidRPr="00110ECD">
              <w:rPr>
                <w:rFonts w:ascii="Calibri" w:hAnsi="Calibri" w:cs="Calibri"/>
                <w:sz w:val="24"/>
                <w:szCs w:val="24"/>
              </w:rPr>
              <w:t>ul Anexei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 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4BC8" w:rsidRPr="00110ECD" w:rsidTr="006607E6">
        <w:trPr>
          <w:trHeight w:val="70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şi se respectă structura capitolului: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Urbanism, acorduri si avize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conforme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precizărilor din capitolul 6, secțiunea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color w:val="008000"/>
                <w:sz w:val="24"/>
                <w:szCs w:val="24"/>
              </w:rPr>
              <w:t>,</w:t>
            </w:r>
            <w:r w:rsidRPr="00110ECD">
              <w:rPr>
                <w:rFonts w:ascii="Calibri" w:hAnsi="Calibri" w:cs="Calibri"/>
                <w:color w:val="008000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 următoarele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documente: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emis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vederea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obținerii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autorizaţiei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construire?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Extras de carte funciară, cu excepţia cazurilor speciale, expres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prevăzute de lege?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proiectele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etapa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iniţială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efectuată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autoritatea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competentă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protecţia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mediului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face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procedurii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 a impactului asupra mediului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 Actul administrativ al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autorităţii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competente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protecţia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diminuare a impactului, măsuri de compensare, modalitatea 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integrare a prevederilor acordului de mediu în documentaţia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tehnico-economică?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proiectele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etapa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iniţială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efectuată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autoritatea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competentă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pentru protecţia mediului </w:t>
            </w:r>
            <w:r w:rsidRPr="00110ECD">
              <w:rPr>
                <w:rFonts w:ascii="Calibri" w:hAnsi="Calibri" w:cs="Calibri"/>
                <w:b/>
                <w:i/>
                <w:sz w:val="24"/>
                <w:szCs w:val="24"/>
              </w:rPr>
              <w:t xml:space="preserve">NU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 face obiectul procedurii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impactului</w:t>
            </w:r>
            <w:r w:rsidRPr="00110ECD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asupra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mediului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clasarae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notificării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Avize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utilităţilor?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vizat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F54BC8" w:rsidRPr="00110ECD" w:rsidRDefault="00F54BC8" w:rsidP="00AE26E4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Avize,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acorduri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funcţie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pot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condiţiona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17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la:</w:t>
            </w:r>
          </w:p>
          <w:p w:rsidR="001E7798" w:rsidRPr="00110ECD" w:rsidRDefault="001E7798" w:rsidP="00F54BC8">
            <w:pPr>
              <w:pStyle w:val="TableParagraph"/>
              <w:numPr>
                <w:ilvl w:val="0"/>
                <w:numId w:val="21"/>
              </w:numPr>
              <w:ind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implementarea investitiei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conform precizarilor din capitolul 7,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avand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1D7627" w:rsidRPr="00110ECD" w:rsidRDefault="001E7798" w:rsidP="00FE4BED">
            <w:pPr>
              <w:pStyle w:val="TableParagraph"/>
              <w:tabs>
                <w:tab w:val="left" w:pos="1188"/>
              </w:tabs>
              <w:ind w:left="82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-</w:t>
            </w:r>
            <w:r w:rsidRPr="00110ECD">
              <w:rPr>
                <w:rFonts w:ascii="Calibri" w:hAnsi="Calibri" w:cs="Calibri"/>
                <w:spacing w:val="10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despre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entitatea</w:t>
            </w:r>
            <w:r w:rsidRPr="00110ECD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responsabila</w:t>
            </w:r>
            <w:r w:rsidRPr="00110ECD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implementarea</w:t>
            </w:r>
          </w:p>
          <w:p w:rsidR="001E7798" w:rsidRPr="00110ECD" w:rsidRDefault="001E7798" w:rsidP="00FE4BED">
            <w:pPr>
              <w:pStyle w:val="TableParagraph"/>
              <w:ind w:left="118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cuprinzând: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luni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calendaristice),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execuţie,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graficul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eşalonarea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ani,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resurse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8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exploatare/operare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intretinere?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recomandari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capacitatii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manageriale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institutionale?</w:t>
            </w:r>
          </w:p>
          <w:p w:rsidR="001E7798" w:rsidRPr="00110ECD" w:rsidRDefault="001E7798" w:rsidP="00F54BC8">
            <w:pPr>
              <w:pStyle w:val="TableParagraph"/>
              <w:numPr>
                <w:ilvl w:val="0"/>
                <w:numId w:val="21"/>
              </w:numPr>
              <w:ind w:right="99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concluzii </w:t>
            </w:r>
            <w:r w:rsidR="00F54BC8">
              <w:rPr>
                <w:rFonts w:ascii="Calibri" w:hAnsi="Calibri" w:cs="Calibri"/>
                <w:b/>
                <w:sz w:val="24"/>
                <w:szCs w:val="24"/>
              </w:rPr>
              <w:t>ș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 recomand</w:t>
            </w:r>
            <w:r w:rsidR="00F54BC8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ri,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preciz</w:t>
            </w:r>
            <w:r w:rsidR="00F54BC8">
              <w:rPr>
                <w:rFonts w:ascii="Calibri" w:hAnsi="Calibri" w:cs="Calibri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rilor din capitolul 8,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</w:t>
            </w:r>
            <w:r w:rsidR="00F54BC8">
              <w:rPr>
                <w:rFonts w:ascii="Calibri" w:hAnsi="Calibri" w:cs="Calibri"/>
                <w:sz w:val="24"/>
                <w:szCs w:val="24"/>
              </w:rPr>
              <w:t>ț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17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legislației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vigoare: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5-a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general si devizul pe obiect,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 conform Metodologiei prezentate in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6 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3"/>
              </w:numPr>
              <w:tabs>
                <w:tab w:val="left" w:pos="852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respecta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7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3"/>
              </w:numPr>
              <w:tabs>
                <w:tab w:val="left" w:pos="852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costuri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cuprinse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SF?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2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Devizele</w:t>
            </w:r>
            <w:r w:rsidRPr="00110ECD">
              <w:rPr>
                <w:rFonts w:ascii="Calibri" w:hAnsi="Calibri" w:cs="Calibri"/>
                <w:b/>
                <w:spacing w:val="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b/>
                <w:spacing w:val="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</w:t>
            </w:r>
            <w:r w:rsidRPr="00110ECD">
              <w:rPr>
                <w:rFonts w:ascii="Calibri" w:hAnsi="Calibri" w:cs="Calibri"/>
                <w:b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întocmite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modelului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8</w:t>
            </w:r>
            <w:r w:rsidRPr="00110ECD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prezentate la scara relevanta in raport cu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investiți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planşele mentionate la sectiunea B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desenate,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zonă?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situatie?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left="827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planuri generale, faţade şi secţiuni caracteristice de arhitectură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principiu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rezistenţă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instalaţii,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volumetrii,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funcţionale,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izometrice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sau</w:t>
            </w:r>
            <w:r w:rsidRPr="00110ECD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left="827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profile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longitudinale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transversale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caracteristice,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ind w:left="108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planşă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cartuş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contine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prevederilor legale?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În cazul în care plansele au fost anexate la cererea de finantare 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format scanat, dupa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 au fost semnate și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ștampilate de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elaboratori: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 prezentă semnatura si stampila tuturor persoanelor nominalizate 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cartus,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de:</w:t>
            </w:r>
          </w:p>
          <w:p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proiectantul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/</w:t>
            </w:r>
            <w:r w:rsidRPr="00110ECD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şeful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</w:t>
            </w:r>
          </w:p>
          <w:p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left="827" w:right="102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arhitect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drept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semnatura,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numar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inregistrare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national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TNA,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OAR</w:t>
            </w:r>
          </w:p>
          <w:p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proiectantii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</w:t>
            </w:r>
          </w:p>
          <w:p w:rsidR="00D966DD" w:rsidRPr="00110ECD" w:rsidRDefault="00FE4BED" w:rsidP="00D966D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expertul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unde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cazul</w:t>
            </w:r>
          </w:p>
          <w:p w:rsidR="00FE4BED" w:rsidRPr="00110ECD" w:rsidRDefault="00FE4BED" w:rsidP="00D966D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șeful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proiect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complex,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expert/specialist,</w:t>
            </w:r>
            <w:r w:rsidR="00D966DD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</w:t>
            </w:r>
            <w:r w:rsidR="00D966DD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>cazul</w:t>
            </w:r>
            <w:r w:rsidR="00D966DD"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D966DD" w:rsidRPr="00110ECD">
              <w:rPr>
                <w:rFonts w:ascii="Calibri" w:hAnsi="Calibri" w:cs="Calibri"/>
                <w:spacing w:val="-58"/>
                <w:sz w:val="24"/>
                <w:szCs w:val="24"/>
              </w:rPr>
              <w:t>m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onumentelor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3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obținute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110ECD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devierile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proprietarii/operatorii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lor,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dacă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cazul?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ind w:left="108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descriere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lucrarilor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organizare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şantier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(descriere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sumară, demolări, devieri de rețele, căi de acces provizorii, alimentare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apă,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energie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electrică,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termică,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telecomunicații,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etc)?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color w:val="000000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etapa: I. Atenuarea (neutralitatea climatic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);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(a) 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1. Examinare/Încadrarea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, sunt prezentate:</w:t>
            </w:r>
          </w:p>
          <w:p w:rsidR="00FE4BED" w:rsidRPr="00110ECD" w:rsidRDefault="00FE4BED" w:rsidP="00F54BC8">
            <w:pPr>
              <w:pStyle w:val="TableParagraph"/>
              <w:ind w:left="6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Se prezinta evaluarea impactului proiectului asupra emisiilor de GES. Dacă p</w:t>
            </w:r>
            <w:r w:rsidRPr="00110ECD">
              <w:rPr>
                <w:rFonts w:ascii="Calibri" w:hAnsi="Calibri" w:cs="Calibri"/>
                <w:b/>
                <w:sz w:val="24"/>
                <w:szCs w:val="24"/>
                <w:u w:val="single"/>
              </w:rPr>
              <w:t xml:space="preserve">roiectul nu necesită o evaluare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 amprentei de carbon, este  prezinta analiza aferentă în mod succint într-o declarație privind examinarea neutralității climatice.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 I. Atenuarea (neutralitatea climatic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; (b)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2. Analiza detaliată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(Pentru  proiectele care  necesită o evaluare a amprentei de carbon), 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sunt prezentate:</w:t>
            </w:r>
          </w:p>
          <w:p w:rsidR="00FE4BED" w:rsidRPr="00110ECD" w:rsidRDefault="00FE4BED" w:rsidP="00F54BC8">
            <w:pPr>
              <w:pStyle w:val="Default"/>
              <w:ind w:left="68" w:right="62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Pentru  proiectele care  necesită o evaluare a amprentei de carbon, sunt descrise:</w:t>
            </w:r>
          </w:p>
          <w:p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Integrarea principiilor de eficienta energetica si de reducere a emisiilor in conceperea si proiectarea investiției.</w:t>
            </w:r>
          </w:p>
          <w:p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b/>
                <w:noProof/>
                <w:lang w:val="ro-RO"/>
              </w:rPr>
              <w:t>Calcularea valorii monetare a emisiilor pe baza valorilor CO2 aplicabile.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 : II. Adaptarea (reziliența la schimbările climatice); (a)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1. Examinare/Încadrarea, sunt prezentate:</w:t>
            </w:r>
          </w:p>
          <w:p w:rsidR="00FE4BED" w:rsidRPr="00110ECD" w:rsidRDefault="00FE4BED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Analiza de senzitivitate</w:t>
            </w:r>
            <w:r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 identificarea riscurilor climatice care sunt relevante pentru 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tipul</w:t>
            </w:r>
            <w:r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respectiv de proiect, indiferent de localizarea acestuia)</w:t>
            </w:r>
          </w:p>
          <w:p w:rsidR="00FE4BED" w:rsidRPr="00110ECD" w:rsidRDefault="00FE4BED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Evaluarea expunerii la riscuri( identificarea riscurilor care sunt relevante pentru locația proiectului)</w:t>
            </w:r>
          </w:p>
          <w:p w:rsidR="00FE4BED" w:rsidRPr="00110ECD" w:rsidRDefault="00FE4BED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>Analiza de vulnerabilitate( identificarea potențialelor riscuri semnificative)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ind w:left="360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etapa: II. Adaptarea (reziliența la schimbările climatice);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(b)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2. Analiza detaliată de risc - Analiza detaliată depinde de rezultatul fazei de examinare, sunt prezentate:</w:t>
            </w:r>
          </w:p>
          <w:p w:rsidR="00882701" w:rsidRPr="00110ECD" w:rsidRDefault="00882701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Probabilitatea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(probabilitatea ca riscurile climatice identificate s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aibă loc 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î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n timpul duratei de viață a proiectului)</w:t>
            </w:r>
          </w:p>
          <w:p w:rsidR="00882701" w:rsidRPr="00110ECD" w:rsidRDefault="00882701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Impactul ( analizează consecințele în cazul în care apare pericolul climatic identificat)</w:t>
            </w:r>
          </w:p>
          <w:p w:rsidR="00882701" w:rsidRPr="00110ECD" w:rsidRDefault="00882701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Riscul (identifica riscurile potențiale cele mai semnificative și cele în care trebuie luate măsuri de adaptare)</w:t>
            </w:r>
          </w:p>
          <w:p w:rsidR="00882701" w:rsidRPr="00110ECD" w:rsidRDefault="00882701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 xml:space="preserve"> Măsuri de adaptare (Pentru fiecare risc semnificativ identificat, ar </w:t>
            </w: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lastRenderedPageBreak/>
              <w:t>trebui evaluate măsuri de adaptare specifice)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color w:val="000000"/>
              </w:rPr>
              <w:t>Documenta</w:t>
            </w:r>
            <w:r w:rsidR="00F54BC8">
              <w:rPr>
                <w:rFonts w:ascii="Calibri" w:eastAsia="Calibri" w:hAnsi="Calibri" w:cs="Calibri"/>
                <w:color w:val="000000"/>
              </w:rPr>
              <w:t>ț</w:t>
            </w:r>
            <w:r w:rsidRPr="00110ECD">
              <w:rPr>
                <w:rFonts w:ascii="Calibri" w:eastAsia="Calibri" w:hAnsi="Calibri" w:cs="Calibri"/>
                <w:color w:val="000000"/>
              </w:rPr>
              <w:t>ia tehnico</w:t>
            </w:r>
            <w:r w:rsidR="00F54BC8">
              <w:rPr>
                <w:rFonts w:ascii="Calibri" w:eastAsia="Calibri" w:hAnsi="Calibri" w:cs="Calibri"/>
                <w:color w:val="000000"/>
              </w:rPr>
              <w:t>-</w:t>
            </w:r>
            <w:r w:rsidRPr="00110ECD">
              <w:rPr>
                <w:rFonts w:ascii="Calibri" w:eastAsia="Calibri" w:hAnsi="Calibri" w:cs="Calibri"/>
                <w:color w:val="000000"/>
              </w:rPr>
              <w:t>economic</w:t>
            </w:r>
            <w:r w:rsidR="00F54BC8">
              <w:rPr>
                <w:rFonts w:ascii="Calibri" w:eastAsia="Calibri" w:hAnsi="Calibri" w:cs="Calibri"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reflect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 m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surile de imunizare la schimb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rile climatice prev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zute 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î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n raportul 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î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ntocmit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conform cerințelor din Comunicarea Comisiei Europene privind Orientările tehnice referitoare la imunizarea infrastructurii la schimbările climatice în perioada 2021-2027 publicate la 16 septembrie 2021 (2021/C 373/01).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3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SPECIFICE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ASPECTELE</w:t>
            </w:r>
            <w:r w:rsidRPr="00110ECD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CALITATIVE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</w:t>
            </w:r>
            <w:r w:rsidR="0026634B">
              <w:rPr>
                <w:rFonts w:ascii="Calibri" w:hAnsi="Calibri" w:cs="Calibri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 o coresponden</w:t>
            </w:r>
            <w:r w:rsidR="0026634B">
              <w:rPr>
                <w:rFonts w:ascii="Calibri" w:hAnsi="Calibri" w:cs="Calibri"/>
                <w:sz w:val="24"/>
                <w:szCs w:val="24"/>
              </w:rPr>
              <w:t>ță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6634B">
              <w:rPr>
                <w:rFonts w:ascii="Calibri" w:hAnsi="Calibri" w:cs="Calibri"/>
                <w:sz w:val="24"/>
                <w:szCs w:val="24"/>
              </w:rPr>
              <w:t>î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ntre obiectele de investiţie (inclusiv tipurile 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lucări de constructii propuse, dotari, etc.) din cadrul SF </w:t>
            </w:r>
            <w:r w:rsidR="0026634B">
              <w:rPr>
                <w:rFonts w:ascii="Calibri" w:hAnsi="Calibri" w:cs="Calibri"/>
                <w:sz w:val="24"/>
                <w:szCs w:val="24"/>
              </w:rPr>
              <w:t>ș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 cele descrise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specificaţii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descrieri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arhitectură,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rezistență,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interioare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exterioare,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edilitare,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tehnologii,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componente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artistice,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sistematizare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verticală,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amenajări peisagere,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design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interior,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etc.,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Graficul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investitiei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</w:t>
            </w:r>
          </w:p>
          <w:p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right="62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left="88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corect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estimat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</w:t>
            </w:r>
            <w:r w:rsidRPr="00110ECD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și</w:t>
            </w:r>
            <w:r w:rsidRPr="00110ECD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perioada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110ECD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(conform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tehnologiilor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execuție,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etc.)?</w:t>
            </w:r>
          </w:p>
          <w:p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right="62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termenele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limită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programului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(se va avea în vedere ca termenul limită de implementare a proiectului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nu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depăşi termenul prevăzut în documentele de programare: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31.dec.2023)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Documentele anexate la cererea de finantare care demonstraza dreptul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solicitantului/partenerilor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lucrarile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cuprinzatoare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fata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interventiile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studiile,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analizele,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rapoartele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fundamentării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diferitelor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tipuri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intervenții,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luându-se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calcul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scenariile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recomandate prin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acestea?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634B" w:rsidRPr="00110ECD" w:rsidTr="0026634B">
        <w:trPr>
          <w:trHeight w:val="2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din:</w:t>
            </w:r>
          </w:p>
          <w:p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1.</w:t>
            </w:r>
            <w:r w:rsidRPr="00110ECD">
              <w:rPr>
                <w:rFonts w:ascii="Calibri" w:hAnsi="Calibri" w:cs="Calibri"/>
                <w:spacing w:val="5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anexat?</w:t>
            </w:r>
          </w:p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2.</w:t>
            </w:r>
            <w:r w:rsidRPr="00110ECD">
              <w:rPr>
                <w:rFonts w:ascii="Calibri" w:hAnsi="Calibri" w:cs="Calibri"/>
                <w:spacing w:val="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110ECD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vizat</w:t>
            </w:r>
            <w:r w:rsidRPr="00110ECD">
              <w:rPr>
                <w:rFonts w:ascii="Calibri" w:hAnsi="Calibri" w:cs="Calibri"/>
                <w:spacing w:val="4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110ECD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3.</w:t>
            </w:r>
            <w:r w:rsidRPr="00110ECD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Extrasul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funciară,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4.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conforme,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utilităţilor?</w:t>
            </w:r>
          </w:p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5.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Actul administrativ al autorităţii competente pentru protecţia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diminuare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impactului,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compensare, modalitatea de integrare a prevederilor acordului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mediu,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principiu, în documentaţia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tehnico-economică?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sau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clasarea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notificării</w:t>
            </w:r>
          </w:p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6.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Avizele, acordurile şi studiile specifice obținute/efectuate până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depunerii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pot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condiţiona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lastRenderedPageBreak/>
              <w:t>soluţiile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634B" w:rsidRPr="00110ECD" w:rsidTr="006607E6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ind w:left="360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3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între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Devizele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AE26E4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Informațiile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82701"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privind 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Imunizarea față de schimbările climatice – realizată în cadrul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documentației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tehnice,  în conformitate cu cerințele din Comunicarea Comisiei Europene privind Orientările tehnice referitoare la imunizarea infrastructurii la schimbările climatice în perioada 2021-2027 publicate la 16 septembrie 2021 (2021/C 373/01) sunt complete, corecte si coerente.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9945D9" w:rsidRPr="00110ECD" w:rsidRDefault="009945D9" w:rsidP="00FE4BED">
      <w:pPr>
        <w:rPr>
          <w:rFonts w:ascii="Calibri" w:hAnsi="Calibri" w:cs="Calibri"/>
        </w:rPr>
      </w:pPr>
    </w:p>
    <w:p w:rsidR="009945D9" w:rsidRPr="00110ECD" w:rsidRDefault="009945D9" w:rsidP="00FE4BED">
      <w:pPr>
        <w:rPr>
          <w:rFonts w:ascii="Calibri" w:hAnsi="Calibri" w:cs="Calibri"/>
        </w:rPr>
      </w:pPr>
      <w:r w:rsidRPr="00110ECD">
        <w:rPr>
          <w:rFonts w:ascii="Calibri" w:hAnsi="Calibri" w:cs="Calibri"/>
        </w:rPr>
        <w:t xml:space="preserve">În cazul bifării cu NU la oricare din criterii proiectul se respinge. </w:t>
      </w:r>
    </w:p>
    <w:p w:rsidR="009945D9" w:rsidRPr="00110ECD" w:rsidRDefault="009945D9" w:rsidP="00FE4BED">
      <w:pPr>
        <w:rPr>
          <w:rFonts w:ascii="Calibri" w:hAnsi="Calibri" w:cs="Calibri"/>
        </w:rPr>
      </w:pPr>
    </w:p>
    <w:p w:rsidR="009945D9" w:rsidRPr="00110ECD" w:rsidRDefault="009945D9" w:rsidP="00FE4BED">
      <w:pPr>
        <w:rPr>
          <w:rFonts w:ascii="Calibri" w:hAnsi="Calibri" w:cs="Calibri"/>
        </w:rPr>
      </w:pPr>
    </w:p>
    <w:p w:rsidR="00F5775A" w:rsidRPr="00110ECD" w:rsidRDefault="009945D9" w:rsidP="0026634B">
      <w:pPr>
        <w:jc w:val="both"/>
        <w:rPr>
          <w:rFonts w:ascii="Calibri" w:hAnsi="Calibri" w:cs="Calibri"/>
        </w:rPr>
      </w:pPr>
      <w:r w:rsidRPr="00110ECD">
        <w:rPr>
          <w:rFonts w:ascii="Calibri" w:hAnsi="Calibri" w:cs="Calibri"/>
        </w:rPr>
        <w:t>Se pot formula recomandări (cu precizarea explicita a momentului prevăzut pentru soluționarea acestora) cu excepția criteriilor 5 și/sau 9 (oricare din cele dou</w:t>
      </w:r>
      <w:r w:rsidR="0026634B">
        <w:rPr>
          <w:rFonts w:ascii="Calibri" w:hAnsi="Calibri" w:cs="Calibri"/>
        </w:rPr>
        <w:t>ă</w:t>
      </w:r>
      <w:r w:rsidRPr="00110ECD">
        <w:rPr>
          <w:rFonts w:ascii="Calibri" w:hAnsi="Calibri" w:cs="Calibri"/>
        </w:rPr>
        <w:t>, sau ambele simultan) din cadrul Secțiunii II.</w:t>
      </w:r>
    </w:p>
    <w:sectPr w:rsidR="00F5775A" w:rsidRPr="00110ECD" w:rsidSect="00EB4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1985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126E" w:rsidRDefault="00B1126E">
      <w:r>
        <w:separator/>
      </w:r>
    </w:p>
  </w:endnote>
  <w:endnote w:type="continuationSeparator" w:id="0">
    <w:p w:rsidR="00B1126E" w:rsidRDefault="00B11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82E" w:rsidRDefault="009808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DD3280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41" type="#_x0000_t202" style="position:absolute;margin-left:23.95pt;margin-top:-1.85pt;width:188.2pt;height:24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t1M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g3sbTmpWzBtZPoGC&#10;lQSBgRZh8MGiluo7Rj0MkRTrbzuqGEbNewGvIA6JlaxxGzKdR7BR55bNuYWKAqBSbDAalyszTqpd&#10;p/i2hkjjuxPyFl5OxZ2on7M6vDcYFI7bYajZSXS+d17Po3f5Cw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ibdTL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42" style="position:absolute;margin-left:-42.05pt;margin-top:-10.85pt;width:242.2pt;height:61.3pt;z-index:251656192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ZiI3mdojtk6usFZq+N6fBvXF+uv5uiI+9Gy63HTop5c+bqBR6&#10;viWp1e8ZL7Un5FeiELLqcmXotbaO6OoERyAAaPwcycrS5MfzbLDh1t8Vq90gt0s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CZiI3mdojtOrrBV6zjenwb1w/rr+b&#10;3sfejZtbjp0U8ufN1Ao9XxDU6yf1t/J+ZXohBy6jJm99bo7o6gRXMAAAAFx4OZNtTkx7++rv/BL4&#10;dbbJavfANEs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BW63jO&#10;n0+9cc87k7o6o+9HzazHj6K+VbzdQKLV8R1GsmecvMU+ZXohBy6jJmnyrbR3R1AiOQAAAAAAAncH&#10;yc3xLF3W8mXbR25Oor5+gGsWo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IWu4np9HExaeXk+ZXr+/ucc2px4eiZ3t3QCg1vFNRrN6zbkY/mV/PvQM2qyZujfk17oBBcQ&#10;AAAAAAAAAHTT35vUY7/NtEvWOeTkrPdINrE7xE965jpgH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x1Oqw6WnKzZIr3R2z6IeMmWmKu97RAKDXcbzZ96YP1WPv+VPsQc2t&#10;vfeMfk1/EFWig+AAAAAAAAAAAAANnocnO6PDfvrC4wW5WGlu+Ad3s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B8tatKza0xWsdczPU+TMRG8ztAKbXcdrXfHpI5U/vJ6vuRM+ui&#10;N64umfnSCiy5cma83y3m9p7ZlBte17cq0zM+cHh8AAAAAAAAAAAAAAAGp4Fk5fDqx21mYWehtytP&#10;Ed07AsU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EHX8VwaLev7TL8yJ6vTP&#10;Y4Z9VTD0e+t3QDO63X59bffJbavZSOqFfmz3zT5U9HZEdQIrmAAAAAAAAAAAAAAAAAAvvBrJ5ObH&#10;54sncOt0Xr94LxN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eM2bHgxzky2itY6&#10;5l5vetKza07RAKDX8cyZd8el3x0+d8qfYg59ba+9cXkx39sgqJmZneZ3lE6wfAAAAAAAAAAAAAAA&#10;AAAAAWng/k5GvmvZespOgttn274Bplk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C&#10;u4hxfDpN6U2yZe6OqPSj6jV0xeTXyr93cDO6rV5tXk5ea2/dEdUK/LlvltvefuBweAAAAAAAAAAA&#10;AAAAAAAAAAAErhuTmtfhtv8AK2dNNbk56T5wbBbg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PGXLTDjnJktFax1zL5a1aVm1p2iO0FBxHjd82+PS70p227Z9iBqNbN/Jxb1r39sgqEQHwAA&#10;AAAAAAAAAAAAAAAAAAAAAHqluRetu6dyJ2tE9wNtjtF8dbR2xErqs71ie+Aen0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RNdxHDoq+XPKyT1Ujrn2OWfUUwx09NuyIBmdbrs2tycrLbasdVI&#10;6oVubPfNbe09HZHZAIzmAAAAAAAAAAAAAAAAAAAAAAAAAAANfwrJznDsM9sV2W2ltytPSfNsCW6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c9RijNp8mKflVmHnJXl47V74BirRNbTWeuJ2U0xtMwD4AAAAAAAAAAAAAAA&#10;AAAAAAAAAAAAAAAAAAvfBvJ05sfosm8Ot7+v3gvU4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LxPDz+gy026YjlR9zlqacvBePNuDIKkHwAAAAAAAAAAAAAAAAAAAAAA&#10;AAAAAAAAAH2szW0THXE7kTtO4NtgvzmGl47axK5pPKpWe+Ae3o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43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44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275DC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="00F12E7F"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="00F12E7F"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45" type="#_x0000_t202" style="position:absolute;margin-left:311.1pt;margin-top:-2.15pt;width:216.1pt;height:50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GNGmg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q7GNG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275DC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="00F12E7F"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="00F12E7F"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DD3280">
    <w:pPr>
      <w:pStyle w:val="Footer"/>
    </w:pPr>
    <w:r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2096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46" type="#_x0000_t202" style="position:absolute;margin-left:23.95pt;margin-top:-1.85pt;width:188.2pt;height:24.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9Ne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wr016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47" style="position:absolute;margin-left:-42.05pt;margin-top:-10.85pt;width:242.2pt;height:61.3pt;z-index:251651072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D7uQgZ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48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49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49024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 w:rsidR="00275DCC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50" type="#_x0000_t202" style="position:absolute;margin-left:311.1pt;margin-top:-2.15pt;width:216.1pt;height:50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xASmwIAADw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 w:rsidR="00275DCC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0048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126E" w:rsidRDefault="00B1126E">
      <w:r>
        <w:separator/>
      </w:r>
    </w:p>
  </w:footnote>
  <w:footnote w:type="continuationSeparator" w:id="0">
    <w:p w:rsidR="00B1126E" w:rsidRDefault="00B11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82E" w:rsidRDefault="0098082E"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129126" o:spid="_x0000_s5122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C6A" w:rsidRPr="00841C6A" w:rsidRDefault="0098082E" w:rsidP="00841C6A">
    <w:pPr>
      <w:spacing w:line="330" w:lineRule="auto"/>
      <w:rPr>
        <w:rFonts w:ascii="Calibri" w:hAnsi="Calibri" w:cs="Calibri"/>
        <w:color w:val="808080"/>
        <w:spacing w:val="20"/>
        <w:sz w:val="22"/>
        <w:szCs w:val="22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129127" o:spid="_x0000_s5123" type="#_x0000_t136" style="position:absolute;margin-left:0;margin-top:0;width:583.6pt;height:89.7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DD3280"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24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2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6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626.25pt;margin-top:-21.75pt;width:110.25pt;height:54pt;z-index:25166643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LSi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" strokecolor="gray" strokeweight=".5pt"/>
            </v:group>
          </w:pict>
        </mc:Fallback>
      </mc:AlternateContent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Pagina 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begin"/>
    </w:r>
    <w:r w:rsidR="00841C6A" w:rsidRPr="00841C6A">
      <w:rPr>
        <w:rFonts w:ascii="Calibri" w:hAnsi="Calibri" w:cs="Calibri"/>
        <w:color w:val="999999"/>
        <w:sz w:val="22"/>
        <w:szCs w:val="22"/>
      </w:rPr>
      <w:instrText xml:space="preserve"> PAGE </w:instrTex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separate"/>
    </w:r>
    <w:r w:rsidR="00586A0B">
      <w:rPr>
        <w:rFonts w:ascii="Calibri" w:hAnsi="Calibri" w:cs="Calibri"/>
        <w:color w:val="999999"/>
        <w:sz w:val="22"/>
        <w:szCs w:val="22"/>
      </w:rPr>
      <w:t>7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end"/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 din 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begin"/>
    </w:r>
    <w:r w:rsidR="00841C6A" w:rsidRPr="00841C6A">
      <w:rPr>
        <w:rFonts w:ascii="Calibri" w:hAnsi="Calibri" w:cs="Calibri"/>
        <w:color w:val="999999"/>
        <w:sz w:val="22"/>
        <w:szCs w:val="22"/>
      </w:rPr>
      <w:instrText xml:space="preserve"> NUMPAGES </w:instrTex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separate"/>
    </w:r>
    <w:r w:rsidR="00586A0B">
      <w:rPr>
        <w:rFonts w:ascii="Calibri" w:hAnsi="Calibri" w:cs="Calibri"/>
        <w:color w:val="999999"/>
        <w:sz w:val="22"/>
        <w:szCs w:val="22"/>
      </w:rPr>
      <w:t>7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end"/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 </w:t>
    </w:r>
    <w:r w:rsidR="00DD3280"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2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2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29" style="position:absolute;margin-left:671.6pt;margin-top:25.05pt;width:110.25pt;height:54pt;z-index:251665408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btJogMAALM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">
              <v:shape id="Text Box 13" o:spid="_x0000_s1030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1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" strokecolor="gray" strokeweight=".5pt"/>
            </v:group>
          </w:pict>
        </mc:Fallback>
      </mc:AlternateContent>
    </w:r>
    <w:r w:rsidR="00DD3280"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7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8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0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2" style="position:absolute;margin-left:671.6pt;margin-top:25.0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">
              <v:shape id="Text Box 13" o:spid="_x0000_s1033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4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" strokecolor="gray" strokeweight=".5pt"/>
            </v:group>
          </w:pict>
        </mc:Fallback>
      </mc:AlternateContent>
    </w:r>
    <w:r w:rsidR="00DD3280"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6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5" style="position:absolute;margin-left:671.6pt;margin-top:25.05pt;width:110.25pt;height:54pt;z-index:251662336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">
              <v:shape id="Text Box 13" o:spid="_x0000_s1036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7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" strokecolor="gray" strokeweight=".5pt"/>
            </v:group>
          </w:pict>
        </mc:Fallback>
      </mc:AlternateContent>
    </w:r>
    <w:r w:rsidR="00DD3280"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8" style="position:absolute;margin-left:671.6pt;margin-top:25.05pt;width:110.25pt;height:54pt;z-index:251663360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">
              <v:shape id="Text Box 13" o:spid="_x0000_s1039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40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841C6A" w:rsidRPr="00841C6A">
      <w:rPr>
        <w:rFonts w:ascii="Calibri" w:hAnsi="Calibri" w:cs="Calibri"/>
        <w:sz w:val="22"/>
        <w:szCs w:val="22"/>
      </w:rPr>
      <w:t xml:space="preserve">                                   </w:t>
    </w:r>
    <w:r w:rsidR="00841C6A">
      <w:rPr>
        <w:rFonts w:ascii="Calibri" w:hAnsi="Calibri" w:cs="Calibri"/>
        <w:sz w:val="22"/>
        <w:szCs w:val="22"/>
      </w:rPr>
      <w:t xml:space="preserve">           </w:t>
    </w:r>
    <w:r w:rsidR="00841C6A" w:rsidRPr="00841C6A">
      <w:rPr>
        <w:rFonts w:ascii="Calibri" w:hAnsi="Calibri" w:cs="Calibri"/>
        <w:sz w:val="22"/>
        <w:szCs w:val="22"/>
      </w:rPr>
      <w:t xml:space="preserve">                                                                                            </w:t>
    </w:r>
    <w:r w:rsidR="00841C6A" w:rsidRPr="00841C6A">
      <w:rPr>
        <w:rFonts w:ascii="Calibri" w:hAnsi="Calibri" w:cs="Calibri"/>
        <w:color w:val="808080"/>
        <w:spacing w:val="20"/>
        <w:sz w:val="22"/>
        <w:szCs w:val="22"/>
      </w:rPr>
      <w:t>ADR CENTRU</w:t>
    </w:r>
  </w:p>
  <w:p w:rsidR="00841C6A" w:rsidRDefault="00841C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182" w:rsidRDefault="0098082E" w:rsidP="00EB4182">
    <w:pPr>
      <w:pStyle w:val="Header"/>
      <w:tabs>
        <w:tab w:val="clear" w:pos="4536"/>
        <w:tab w:val="clear" w:pos="9072"/>
        <w:tab w:val="left" w:pos="6473"/>
      </w:tabs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129125" o:spid="_x0000_s5121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DD3280"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3280"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3280"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4182">
      <w:t xml:space="preserve">   </w:t>
    </w:r>
    <w:r w:rsidR="00EB4182">
      <w:tab/>
    </w:r>
  </w:p>
  <w:p w:rsidR="00EB4182" w:rsidRDefault="00EB41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4622F"/>
    <w:multiLevelType w:val="hybridMultilevel"/>
    <w:tmpl w:val="E1E475DA"/>
    <w:lvl w:ilvl="0" w:tplc="04090017">
      <w:start w:val="1"/>
      <w:numFmt w:val="lowerLetter"/>
      <w:lvlText w:val="%1)"/>
      <w:lvlJc w:val="left"/>
      <w:pPr>
        <w:ind w:left="1069" w:hanging="360"/>
      </w:p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0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1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2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3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4" w15:restartNumberingAfterBreak="0">
    <w:nsid w:val="5D1652F5"/>
    <w:multiLevelType w:val="hybridMultilevel"/>
    <w:tmpl w:val="A6BCED40"/>
    <w:lvl w:ilvl="0" w:tplc="457C12AC">
      <w:start w:val="1"/>
      <w:numFmt w:val="lowerLetter"/>
      <w:lvlText w:val="%1)"/>
      <w:lvlJc w:val="left"/>
      <w:pPr>
        <w:ind w:left="8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47" w:hanging="360"/>
      </w:pPr>
    </w:lvl>
    <w:lvl w:ilvl="2" w:tplc="0418001B" w:tentative="1">
      <w:start w:val="1"/>
      <w:numFmt w:val="lowerRoman"/>
      <w:lvlText w:val="%3."/>
      <w:lvlJc w:val="right"/>
      <w:pPr>
        <w:ind w:left="2267" w:hanging="180"/>
      </w:pPr>
    </w:lvl>
    <w:lvl w:ilvl="3" w:tplc="0418000F" w:tentative="1">
      <w:start w:val="1"/>
      <w:numFmt w:val="decimal"/>
      <w:lvlText w:val="%4."/>
      <w:lvlJc w:val="left"/>
      <w:pPr>
        <w:ind w:left="2987" w:hanging="360"/>
      </w:pPr>
    </w:lvl>
    <w:lvl w:ilvl="4" w:tplc="04180019" w:tentative="1">
      <w:start w:val="1"/>
      <w:numFmt w:val="lowerLetter"/>
      <w:lvlText w:val="%5."/>
      <w:lvlJc w:val="left"/>
      <w:pPr>
        <w:ind w:left="3707" w:hanging="360"/>
      </w:pPr>
    </w:lvl>
    <w:lvl w:ilvl="5" w:tplc="0418001B" w:tentative="1">
      <w:start w:val="1"/>
      <w:numFmt w:val="lowerRoman"/>
      <w:lvlText w:val="%6."/>
      <w:lvlJc w:val="right"/>
      <w:pPr>
        <w:ind w:left="4427" w:hanging="180"/>
      </w:pPr>
    </w:lvl>
    <w:lvl w:ilvl="6" w:tplc="0418000F" w:tentative="1">
      <w:start w:val="1"/>
      <w:numFmt w:val="decimal"/>
      <w:lvlText w:val="%7."/>
      <w:lvlJc w:val="left"/>
      <w:pPr>
        <w:ind w:left="5147" w:hanging="360"/>
      </w:pPr>
    </w:lvl>
    <w:lvl w:ilvl="7" w:tplc="04180019" w:tentative="1">
      <w:start w:val="1"/>
      <w:numFmt w:val="lowerLetter"/>
      <w:lvlText w:val="%8."/>
      <w:lvlJc w:val="left"/>
      <w:pPr>
        <w:ind w:left="5867" w:hanging="360"/>
      </w:pPr>
    </w:lvl>
    <w:lvl w:ilvl="8" w:tplc="0418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5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num w:numId="1">
    <w:abstractNumId w:val="7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"/>
  </w:num>
  <w:num w:numId="7">
    <w:abstractNumId w:val="15"/>
  </w:num>
  <w:num w:numId="8">
    <w:abstractNumId w:val="13"/>
  </w:num>
  <w:num w:numId="9">
    <w:abstractNumId w:val="19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  <w:num w:numId="14">
    <w:abstractNumId w:val="9"/>
  </w:num>
  <w:num w:numId="15">
    <w:abstractNumId w:val="18"/>
  </w:num>
  <w:num w:numId="16">
    <w:abstractNumId w:val="12"/>
  </w:num>
  <w:num w:numId="17">
    <w:abstractNumId w:val="3"/>
  </w:num>
  <w:num w:numId="18">
    <w:abstractNumId w:val="17"/>
  </w:num>
  <w:num w:numId="19">
    <w:abstractNumId w:val="20"/>
  </w:num>
  <w:num w:numId="20">
    <w:abstractNumId w:val="2"/>
  </w:num>
  <w:num w:numId="21">
    <w:abstractNumId w:val="8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512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4830"/>
    <w:rsid w:val="000C2AAE"/>
    <w:rsid w:val="00110ECD"/>
    <w:rsid w:val="001175F2"/>
    <w:rsid w:val="0013273C"/>
    <w:rsid w:val="001357F6"/>
    <w:rsid w:val="00144BFD"/>
    <w:rsid w:val="001679F8"/>
    <w:rsid w:val="001726E9"/>
    <w:rsid w:val="001A637E"/>
    <w:rsid w:val="001D40CB"/>
    <w:rsid w:val="001D7627"/>
    <w:rsid w:val="001E4AAE"/>
    <w:rsid w:val="001E7798"/>
    <w:rsid w:val="001F5B4D"/>
    <w:rsid w:val="0026634B"/>
    <w:rsid w:val="00275DCC"/>
    <w:rsid w:val="00291C3B"/>
    <w:rsid w:val="002B3BB9"/>
    <w:rsid w:val="002E07E9"/>
    <w:rsid w:val="002F1246"/>
    <w:rsid w:val="003221D7"/>
    <w:rsid w:val="00351F71"/>
    <w:rsid w:val="00353C41"/>
    <w:rsid w:val="00362E1D"/>
    <w:rsid w:val="00376CFE"/>
    <w:rsid w:val="00381D3E"/>
    <w:rsid w:val="00385A87"/>
    <w:rsid w:val="003E2E03"/>
    <w:rsid w:val="003F4311"/>
    <w:rsid w:val="00474F02"/>
    <w:rsid w:val="00475AD3"/>
    <w:rsid w:val="004841C7"/>
    <w:rsid w:val="00486AF3"/>
    <w:rsid w:val="004E277C"/>
    <w:rsid w:val="00523BEA"/>
    <w:rsid w:val="005705BF"/>
    <w:rsid w:val="00586A0B"/>
    <w:rsid w:val="005A6B00"/>
    <w:rsid w:val="005C21C9"/>
    <w:rsid w:val="005C7AFF"/>
    <w:rsid w:val="00643AC4"/>
    <w:rsid w:val="006607E6"/>
    <w:rsid w:val="006661AF"/>
    <w:rsid w:val="00670051"/>
    <w:rsid w:val="006835FF"/>
    <w:rsid w:val="006B6B2C"/>
    <w:rsid w:val="006B79B9"/>
    <w:rsid w:val="006C514E"/>
    <w:rsid w:val="006C67CE"/>
    <w:rsid w:val="0071191E"/>
    <w:rsid w:val="007209E0"/>
    <w:rsid w:val="00744EC4"/>
    <w:rsid w:val="00754551"/>
    <w:rsid w:val="00776028"/>
    <w:rsid w:val="007A69A6"/>
    <w:rsid w:val="007C403D"/>
    <w:rsid w:val="007D2191"/>
    <w:rsid w:val="00841C6A"/>
    <w:rsid w:val="00851382"/>
    <w:rsid w:val="00861926"/>
    <w:rsid w:val="00882701"/>
    <w:rsid w:val="0088290B"/>
    <w:rsid w:val="008B3D4E"/>
    <w:rsid w:val="008C26CE"/>
    <w:rsid w:val="008E7688"/>
    <w:rsid w:val="00907D45"/>
    <w:rsid w:val="00936CF8"/>
    <w:rsid w:val="0095716B"/>
    <w:rsid w:val="0098082E"/>
    <w:rsid w:val="009945D9"/>
    <w:rsid w:val="009B17E4"/>
    <w:rsid w:val="009C6F66"/>
    <w:rsid w:val="009F711B"/>
    <w:rsid w:val="00AC3124"/>
    <w:rsid w:val="00AE26E4"/>
    <w:rsid w:val="00AE4990"/>
    <w:rsid w:val="00AF0DE7"/>
    <w:rsid w:val="00B1126E"/>
    <w:rsid w:val="00B15233"/>
    <w:rsid w:val="00B81BF6"/>
    <w:rsid w:val="00BB1052"/>
    <w:rsid w:val="00BD3175"/>
    <w:rsid w:val="00BF41C3"/>
    <w:rsid w:val="00C05C7A"/>
    <w:rsid w:val="00C46F48"/>
    <w:rsid w:val="00C564B2"/>
    <w:rsid w:val="00C82AD1"/>
    <w:rsid w:val="00C916A3"/>
    <w:rsid w:val="00CC6C98"/>
    <w:rsid w:val="00D01958"/>
    <w:rsid w:val="00D21C8F"/>
    <w:rsid w:val="00D22014"/>
    <w:rsid w:val="00D344D3"/>
    <w:rsid w:val="00D368D4"/>
    <w:rsid w:val="00D546B8"/>
    <w:rsid w:val="00D63E35"/>
    <w:rsid w:val="00D94812"/>
    <w:rsid w:val="00D96085"/>
    <w:rsid w:val="00D966DD"/>
    <w:rsid w:val="00DD113C"/>
    <w:rsid w:val="00DD3280"/>
    <w:rsid w:val="00E02CBD"/>
    <w:rsid w:val="00E32BBC"/>
    <w:rsid w:val="00E46578"/>
    <w:rsid w:val="00E615D2"/>
    <w:rsid w:val="00E753B1"/>
    <w:rsid w:val="00EB4182"/>
    <w:rsid w:val="00EB7F6D"/>
    <w:rsid w:val="00EC67EE"/>
    <w:rsid w:val="00ED5174"/>
    <w:rsid w:val="00EF6CD7"/>
    <w:rsid w:val="00F12E7F"/>
    <w:rsid w:val="00F167CD"/>
    <w:rsid w:val="00F54BC8"/>
    <w:rsid w:val="00F5775A"/>
    <w:rsid w:val="00F97AE0"/>
    <w:rsid w:val="00FD2955"/>
    <w:rsid w:val="00FD5429"/>
    <w:rsid w:val="00FE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4"/>
    <o:shapelayout v:ext="edit">
      <o:idmap v:ext="edit" data="1"/>
    </o:shapelayout>
  </w:shapeDefaults>
  <w:decimalSymbol w:val=","/>
  <w:listSeparator w:val=";"/>
  <w15:chartTrackingRefBased/>
  <w15:docId w15:val="{36B80E4B-2BD1-4384-B9BD-D7A12777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HeaderChar">
    <w:name w:val="Header Char"/>
    <w:link w:val="Header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Heading3Char">
    <w:name w:val="Heading 3 Char"/>
    <w:aliases w:val="Podpodkapitola Char,adpis 3 Char,KopCat. 3 Char,Numbered - 3 Char"/>
    <w:link w:val="Heading3"/>
    <w:rsid w:val="00841C6A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A55A4-B8B2-46FE-95C7-35D938535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</TotalTime>
  <Pages>7</Pages>
  <Words>1832</Words>
  <Characters>11812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13617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3</cp:revision>
  <cp:lastPrinted>2022-03-29T08:07:00Z</cp:lastPrinted>
  <dcterms:created xsi:type="dcterms:W3CDTF">2023-09-22T09:04:00Z</dcterms:created>
  <dcterms:modified xsi:type="dcterms:W3CDTF">2023-09-22T09:05:00Z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d457f6f378d9bb18590ca57b088eb7d81483ab9d5b3de56621c57fd767b56fe1</vt:lpwstr>
  </property>
</Properties>
</file>